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30E7372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1A0DB4">
        <w:rPr>
          <w:lang w:eastAsia="cs-CZ"/>
        </w:rPr>
        <w:t>56840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5CC9B25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EA60F4">
        <w:rPr>
          <w:rFonts w:eastAsia="Times New Roman" w:cs="Times New Roman"/>
          <w:b/>
          <w:lang w:eastAsia="cs-CZ"/>
        </w:rPr>
        <w:t>3</w:t>
      </w:r>
      <w:r w:rsidR="00626434">
        <w:rPr>
          <w:rFonts w:eastAsia="Times New Roman" w:cs="Times New Roman"/>
          <w:b/>
          <w:lang w:eastAsia="cs-CZ"/>
        </w:rPr>
        <w:t>3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bookmarkStart w:id="0" w:name="_GoBack"/>
      <w:r w:rsidR="003F01C5">
        <w:rPr>
          <w:rFonts w:eastAsia="Times New Roman" w:cs="Times New Roman"/>
          <w:lang w:eastAsia="cs-CZ"/>
        </w:rPr>
        <w:t>56840</w:t>
      </w:r>
      <w:r w:rsidR="00834A4A">
        <w:rPr>
          <w:rFonts w:eastAsia="Times New Roman" w:cs="Times New Roman"/>
          <w:lang w:eastAsia="cs-CZ"/>
        </w:rPr>
        <w:t>/</w:t>
      </w:r>
      <w:bookmarkEnd w:id="0"/>
      <w:r w:rsidR="00834A4A">
        <w:rPr>
          <w:rFonts w:eastAsia="Times New Roman" w:cs="Times New Roman"/>
          <w:lang w:eastAsia="cs-CZ"/>
        </w:rPr>
        <w:t>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FAEC8" w14:textId="77777777" w:rsidR="008061B0" w:rsidRDefault="008061B0" w:rsidP="00962258">
      <w:pPr>
        <w:spacing w:after="0" w:line="240" w:lineRule="auto"/>
      </w:pPr>
      <w:r>
        <w:separator/>
      </w:r>
    </w:p>
  </w:endnote>
  <w:endnote w:type="continuationSeparator" w:id="0">
    <w:p w14:paraId="3DD19E85" w14:textId="77777777" w:rsidR="008061B0" w:rsidRDefault="008061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E11F98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5171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C102C1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75299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FC9FD" w14:textId="77777777" w:rsidR="008061B0" w:rsidRDefault="008061B0" w:rsidP="00962258">
      <w:pPr>
        <w:spacing w:after="0" w:line="240" w:lineRule="auto"/>
      </w:pPr>
      <w:r>
        <w:separator/>
      </w:r>
    </w:p>
  </w:footnote>
  <w:footnote w:type="continuationSeparator" w:id="0">
    <w:p w14:paraId="43035340" w14:textId="77777777" w:rsidR="008061B0" w:rsidRDefault="008061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0DB4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7C49"/>
    <w:rsid w:val="00341DCF"/>
    <w:rsid w:val="00357BC6"/>
    <w:rsid w:val="003956C6"/>
    <w:rsid w:val="003B04CB"/>
    <w:rsid w:val="003B4CFF"/>
    <w:rsid w:val="003F01C5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7E48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6177B"/>
    <w:rsid w:val="00A6613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403F0C"/>
    <w:rsid w:val="00451C58"/>
    <w:rsid w:val="00455B7D"/>
    <w:rsid w:val="004F7E9F"/>
    <w:rsid w:val="0057685E"/>
    <w:rsid w:val="00645D4F"/>
    <w:rsid w:val="006A67BF"/>
    <w:rsid w:val="006C6789"/>
    <w:rsid w:val="00734D05"/>
    <w:rsid w:val="00766425"/>
    <w:rsid w:val="00915D7A"/>
    <w:rsid w:val="0094226D"/>
    <w:rsid w:val="00A44C17"/>
    <w:rsid w:val="00A70466"/>
    <w:rsid w:val="00AD712F"/>
    <w:rsid w:val="00BA7FF4"/>
    <w:rsid w:val="00D834C6"/>
    <w:rsid w:val="00D94988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C116FD-2B70-4FDA-BB76-2AC850BA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493</Words>
  <Characters>2912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2023-08-21T11:47:00Z</cp:lastPrinted>
  <dcterms:created xsi:type="dcterms:W3CDTF">2023-08-21T11:08:00Z</dcterms:created>
  <dcterms:modified xsi:type="dcterms:W3CDTF">2023-08-21T11:47:00Z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